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EB787" w14:textId="77777777" w:rsidR="00C66170" w:rsidRDefault="00C66170" w:rsidP="00C66170">
      <w:pPr>
        <w:framePr w:w="9582" w:h="2155" w:wrap="notBeside" w:vAnchor="page" w:hAnchor="page" w:x="1702" w:y="3063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14:paraId="3BA014B0" w14:textId="77777777" w:rsidTr="00C66170">
        <w:trPr>
          <w:cantSplit/>
          <w:trHeight w:val="567"/>
        </w:trPr>
        <w:tc>
          <w:tcPr>
            <w:tcW w:w="5217" w:type="dxa"/>
            <w:vMerge w:val="restart"/>
          </w:tcPr>
          <w:p w14:paraId="16037BE1" w14:textId="77777777" w:rsidR="003511CD" w:rsidRDefault="00B7608B" w:rsidP="003511CD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26C62" w:rsidRPr="00626C62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626C62" w:rsidRPr="00626C62">
              <w:rPr>
                <w:noProof/>
              </w:rPr>
              <w:instrText xml:space="preserve"> FORMTEXT </w:instrText>
            </w:r>
            <w:r w:rsidR="00626C62" w:rsidRPr="00626C62">
              <w:rPr>
                <w:noProof/>
              </w:rPr>
            </w:r>
            <w:r w:rsidR="00626C62" w:rsidRPr="00626C62">
              <w:rPr>
                <w:noProof/>
              </w:rPr>
              <w:fldChar w:fldCharType="separate"/>
            </w:r>
            <w:r w:rsidR="003511CD">
              <w:rPr>
                <w:noProof/>
              </w:rPr>
              <w:t xml:space="preserve">Saarde </w:t>
            </w:r>
            <w:r w:rsidR="006113B4" w:rsidRPr="006113B4">
              <w:rPr>
                <w:noProof/>
              </w:rPr>
              <w:t>Vallavalitsus</w:t>
            </w:r>
          </w:p>
          <w:p w14:paraId="1EB4254E" w14:textId="77777777" w:rsidR="00E85637" w:rsidRDefault="003511CD" w:rsidP="003511CD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info@saarde.ee</w:t>
            </w:r>
            <w:r w:rsidR="00626C62" w:rsidRPr="00626C62">
              <w:rPr>
                <w:noProof/>
              </w:rPr>
              <w:fldChar w:fldCharType="end"/>
            </w:r>
            <w:r w:rsidR="00B7608B">
              <w:fldChar w:fldCharType="end"/>
            </w:r>
            <w:bookmarkEnd w:id="0"/>
          </w:p>
        </w:tc>
        <w:tc>
          <w:tcPr>
            <w:tcW w:w="526" w:type="dxa"/>
            <w:noWrap/>
          </w:tcPr>
          <w:p w14:paraId="0007EE84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4B55F4E0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1A9E4A71" w14:textId="77777777" w:rsidTr="00C66170">
        <w:trPr>
          <w:cantSplit/>
          <w:trHeight w:val="743"/>
        </w:trPr>
        <w:tc>
          <w:tcPr>
            <w:tcW w:w="5217" w:type="dxa"/>
            <w:vMerge/>
          </w:tcPr>
          <w:p w14:paraId="074666DA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32E4748A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0157A695" w14:textId="786358AB" w:rsidR="00E85637" w:rsidRDefault="00B7608B" w:rsidP="00F8674D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 w:rsidR="002E7164">
              <w:t>3-2.1/</w:t>
            </w:r>
            <w:r w:rsidR="003F6F72">
              <w:t>202</w:t>
            </w:r>
            <w:r w:rsidR="00D92EA5">
              <w:t>3</w:t>
            </w:r>
            <w:r w:rsidR="000070E8">
              <w:t>/</w:t>
            </w:r>
            <w:r w:rsidR="008B731A">
              <w:t>2721</w:t>
            </w:r>
          </w:p>
        </w:tc>
      </w:tr>
      <w:tr w:rsidR="00E85637" w14:paraId="5C83438A" w14:textId="77777777" w:rsidTr="00C66170">
        <w:trPr>
          <w:cantSplit/>
          <w:trHeight w:hRule="exact" w:val="23"/>
        </w:trPr>
        <w:tc>
          <w:tcPr>
            <w:tcW w:w="5217" w:type="dxa"/>
          </w:tcPr>
          <w:p w14:paraId="459AA040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14:paraId="58029C5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14:paraId="77358D86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32C2FAB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7D185846" w14:textId="77777777" w:rsidR="00E85637" w:rsidRDefault="00E85637">
      <w:pPr>
        <w:rPr>
          <w:spacing w:val="0"/>
          <w:position w:val="0"/>
          <w:sz w:val="20"/>
        </w:rPr>
      </w:pPr>
    </w:p>
    <w:p w14:paraId="29FF7EED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0A13184" wp14:editId="32F5747D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50990" w14:textId="77777777" w:rsidR="00C66170" w:rsidRDefault="00C66170" w:rsidP="0058282E">
      <w:pPr>
        <w:pStyle w:val="Pealkiri1"/>
      </w:pPr>
    </w:p>
    <w:p w14:paraId="413CAD62" w14:textId="77777777" w:rsidR="00C66170" w:rsidRDefault="00C66170" w:rsidP="0058282E">
      <w:pPr>
        <w:pStyle w:val="Pealkiri1"/>
      </w:pPr>
    </w:p>
    <w:p w14:paraId="4FD45ACC" w14:textId="77777777" w:rsidR="006113B4" w:rsidRDefault="00B06906" w:rsidP="0058282E">
      <w:pPr>
        <w:pStyle w:val="Pealkiri1"/>
      </w:pPr>
      <w:r w:rsidRPr="00B0690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06906">
        <w:instrText xml:space="preserve"> FORMTEXT </w:instrText>
      </w:r>
      <w:r w:rsidRPr="00B06906">
        <w:fldChar w:fldCharType="separate"/>
      </w:r>
      <w:r w:rsidR="006113B4" w:rsidRPr="006113B4">
        <w:t xml:space="preserve">Taotlus </w:t>
      </w:r>
      <w:r w:rsidR="003511CD">
        <w:t>Saarde</w:t>
      </w:r>
      <w:r w:rsidR="006113B4" w:rsidRPr="006113B4">
        <w:t xml:space="preserve"> vallale kuuluva tee</w:t>
      </w:r>
    </w:p>
    <w:p w14:paraId="20AC27EB" w14:textId="77777777" w:rsidR="00E85637" w:rsidRDefault="006113B4" w:rsidP="0058282E">
      <w:pPr>
        <w:pStyle w:val="Pealkiri1"/>
        <w:rPr>
          <w:noProof/>
        </w:rPr>
      </w:pPr>
      <w:r w:rsidRPr="006113B4">
        <w:t>kasutamiseks metsamaterjali väljaveoks</w:t>
      </w:r>
      <w:r w:rsidR="00B06906" w:rsidRPr="00B06906">
        <w:fldChar w:fldCharType="end"/>
      </w:r>
    </w:p>
    <w:p w14:paraId="078413C1" w14:textId="77777777" w:rsidR="00E85637" w:rsidRDefault="00E85637"/>
    <w:p w14:paraId="70F67B1F" w14:textId="77777777" w:rsidR="00E85637" w:rsidRDefault="00E85637">
      <w:pPr>
        <w:rPr>
          <w:sz w:val="26"/>
        </w:rPr>
      </w:pPr>
    </w:p>
    <w:p w14:paraId="3ADE5451" w14:textId="194697D8" w:rsidR="00876974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Palun võimalusel luba järgmiste Saarde valla teede kasutamiseks metsamaterjali veoks (lubatud suurim a</w:t>
      </w:r>
      <w:r w:rsidR="00F8674D">
        <w:rPr>
          <w:spacing w:val="0"/>
          <w:position w:val="0"/>
        </w:rPr>
        <w:t xml:space="preserve">utorongi mass 52 tonni) alates </w:t>
      </w:r>
      <w:r w:rsidR="00593A38">
        <w:rPr>
          <w:b/>
          <w:spacing w:val="0"/>
          <w:position w:val="0"/>
        </w:rPr>
        <w:t>24.04.</w:t>
      </w:r>
      <w:r w:rsidR="00671FF2">
        <w:rPr>
          <w:b/>
          <w:spacing w:val="0"/>
          <w:position w:val="0"/>
        </w:rPr>
        <w:t>2023.a. – 31.0</w:t>
      </w:r>
      <w:r w:rsidR="00593A38">
        <w:rPr>
          <w:b/>
          <w:spacing w:val="0"/>
          <w:position w:val="0"/>
        </w:rPr>
        <w:t>5</w:t>
      </w:r>
      <w:r w:rsidR="00671FF2">
        <w:rPr>
          <w:b/>
          <w:spacing w:val="0"/>
          <w:position w:val="0"/>
        </w:rPr>
        <w:t>.2023.a.</w:t>
      </w:r>
    </w:p>
    <w:p w14:paraId="7E556B3B" w14:textId="77777777" w:rsidR="000675A2" w:rsidRDefault="000675A2" w:rsidP="00876974">
      <w:pPr>
        <w:jc w:val="both"/>
        <w:rPr>
          <w:b/>
          <w:spacing w:val="0"/>
          <w:position w:val="0"/>
        </w:rPr>
      </w:pPr>
    </w:p>
    <w:p w14:paraId="10DD8D16" w14:textId="35CBCDAD" w:rsidR="000070E8" w:rsidRDefault="000070E8" w:rsidP="00876974">
      <w:pPr>
        <w:jc w:val="both"/>
        <w:rPr>
          <w:b/>
          <w:spacing w:val="0"/>
          <w:position w:val="0"/>
        </w:rPr>
      </w:pPr>
      <w:proofErr w:type="spellStart"/>
      <w:r>
        <w:rPr>
          <w:b/>
          <w:spacing w:val="0"/>
          <w:position w:val="0"/>
        </w:rPr>
        <w:t>Sigaste</w:t>
      </w:r>
      <w:proofErr w:type="spellEnd"/>
      <w:r>
        <w:rPr>
          <w:b/>
          <w:spacing w:val="0"/>
          <w:position w:val="0"/>
        </w:rPr>
        <w:t xml:space="preserve"> – Massi – Välinõmme – Kanaküla ( nr. 7110030 ) </w:t>
      </w:r>
      <w:r>
        <w:rPr>
          <w:spacing w:val="0"/>
          <w:position w:val="0"/>
        </w:rPr>
        <w:t xml:space="preserve"> </w:t>
      </w:r>
    </w:p>
    <w:p w14:paraId="207320FF" w14:textId="77777777" w:rsidR="000070E8" w:rsidRDefault="000070E8" w:rsidP="00876974">
      <w:pPr>
        <w:jc w:val="both"/>
        <w:rPr>
          <w:b/>
          <w:spacing w:val="0"/>
          <w:position w:val="0"/>
        </w:rPr>
      </w:pPr>
    </w:p>
    <w:p w14:paraId="2DFFC566" w14:textId="41DEEE92" w:rsidR="000675A2" w:rsidRDefault="000675A2" w:rsidP="00876974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 vedusid organiseerib logistik Ülla Tomp (tel.nr. 51 42 243)</w:t>
      </w:r>
      <w:r w:rsidR="003F6F72">
        <w:rPr>
          <w:spacing w:val="0"/>
          <w:position w:val="0"/>
        </w:rPr>
        <w:t>.</w:t>
      </w:r>
    </w:p>
    <w:p w14:paraId="4844A369" w14:textId="77777777" w:rsidR="000675A2" w:rsidRDefault="000675A2" w:rsidP="00876974">
      <w:pPr>
        <w:jc w:val="both"/>
        <w:rPr>
          <w:spacing w:val="0"/>
          <w:position w:val="0"/>
        </w:rPr>
      </w:pPr>
    </w:p>
    <w:p w14:paraId="0C3DC652" w14:textId="77777777" w:rsidR="000675A2" w:rsidRDefault="000675A2" w:rsidP="00876974">
      <w:pPr>
        <w:jc w:val="both"/>
        <w:rPr>
          <w:spacing w:val="0"/>
          <w:position w:val="0"/>
        </w:rPr>
      </w:pPr>
    </w:p>
    <w:p w14:paraId="38EDDCBB" w14:textId="77777777" w:rsidR="000675A2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Vedudel kasutatavate autode nimekiri lisatud</w:t>
      </w:r>
      <w:r w:rsidR="00477BB1">
        <w:rPr>
          <w:b/>
          <w:spacing w:val="0"/>
          <w:position w:val="0"/>
        </w:rPr>
        <w:t>.</w:t>
      </w:r>
    </w:p>
    <w:p w14:paraId="1839BA78" w14:textId="77777777" w:rsidR="003F6F72" w:rsidRDefault="00F8674D" w:rsidP="003F6F72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Asukohaskeem lisatud.</w:t>
      </w:r>
    </w:p>
    <w:p w14:paraId="79B33A79" w14:textId="77777777" w:rsidR="003F6F72" w:rsidRPr="003F6F72" w:rsidRDefault="003F6F72" w:rsidP="003F6F72">
      <w:pPr>
        <w:jc w:val="both"/>
        <w:rPr>
          <w:spacing w:val="0"/>
          <w:position w:val="0"/>
        </w:rPr>
        <w:sectPr w:rsidR="003F6F72" w:rsidRPr="003F6F72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BD72C97" w14:textId="77777777" w:rsidR="001D139F" w:rsidRDefault="001D139F"/>
    <w:p w14:paraId="38D687C7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1923BEED" w14:textId="77777777" w:rsidR="00E85637" w:rsidRDefault="00E85637"/>
    <w:p w14:paraId="0B605794" w14:textId="77777777" w:rsidR="00E85637" w:rsidRDefault="00E85637"/>
    <w:p w14:paraId="0A0C7534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AF8F45B" w14:textId="77777777" w:rsidR="00E85637" w:rsidRDefault="00E85637"/>
    <w:p w14:paraId="5BC2FDD4" w14:textId="77777777" w:rsidR="00E85637" w:rsidRDefault="00E85637"/>
    <w:p w14:paraId="6290A5C0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1" w:name="Dropdown9"/>
      <w:r>
        <w:rPr>
          <w:spacing w:val="0"/>
          <w:position w:val="0"/>
        </w:rPr>
        <w:instrText xml:space="preserve"> FORMDROPDOWN </w:instrText>
      </w:r>
      <w:r w:rsidR="00EC2CC6">
        <w:rPr>
          <w:spacing w:val="0"/>
          <w:position w:val="0"/>
        </w:rPr>
      </w:r>
      <w:r w:rsidR="00EC2CC6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14:paraId="62339AA1" w14:textId="77777777" w:rsidR="00E85637" w:rsidRDefault="00E85637"/>
    <w:p w14:paraId="70BFF132" w14:textId="77777777" w:rsidR="00E85637" w:rsidRDefault="00E85637">
      <w:pPr>
        <w:rPr>
          <w:sz w:val="14"/>
        </w:rPr>
      </w:pPr>
    </w:p>
    <w:p w14:paraId="0E94FBC9" w14:textId="77777777" w:rsidR="00E85637" w:rsidRDefault="00E85637">
      <w:pPr>
        <w:rPr>
          <w:sz w:val="2"/>
        </w:rPr>
      </w:pPr>
    </w:p>
    <w:p w14:paraId="048C01CD" w14:textId="77777777" w:rsidR="0058282E" w:rsidRDefault="000675A2">
      <w:r>
        <w:t>Herkki Kauts</w:t>
      </w:r>
    </w:p>
    <w:p w14:paraId="0A2DB64B" w14:textId="77777777" w:rsidR="000675A2" w:rsidRDefault="000675A2">
      <w:r>
        <w:t>RMK Edela regioon</w:t>
      </w:r>
    </w:p>
    <w:p w14:paraId="16B72427" w14:textId="77777777" w:rsidR="00E85637" w:rsidRDefault="000675A2">
      <w:r>
        <w:t>Viljandimaa varumisjuht</w:t>
      </w:r>
    </w:p>
    <w:p w14:paraId="0AF2BBE5" w14:textId="77777777" w:rsidR="00593917" w:rsidRDefault="00593917"/>
    <w:p w14:paraId="1D1EFDDC" w14:textId="77777777" w:rsidR="00593917" w:rsidRDefault="00593917"/>
    <w:p w14:paraId="48FDA734" w14:textId="77777777" w:rsidR="000675A2" w:rsidRDefault="000675A2">
      <w:r>
        <w:t>52 63 396</w:t>
      </w:r>
    </w:p>
    <w:p w14:paraId="46045E44" w14:textId="77777777" w:rsidR="000675A2" w:rsidRDefault="00593917">
      <w:r>
        <w:t>h</w:t>
      </w:r>
      <w:r w:rsidR="000675A2">
        <w:t>erkki.kauts@rmk.ee</w:t>
      </w:r>
    </w:p>
    <w:sectPr w:rsidR="000675A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2DAE" w14:textId="77777777" w:rsidR="00AE1E39" w:rsidRDefault="00AE1E39">
      <w:r>
        <w:separator/>
      </w:r>
    </w:p>
  </w:endnote>
  <w:endnote w:type="continuationSeparator" w:id="0">
    <w:p w14:paraId="29B5AAB1" w14:textId="77777777" w:rsidR="00AE1E39" w:rsidRDefault="00AE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C5D8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E9B4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1B3E" w14:textId="77777777" w:rsidR="00FD3266" w:rsidRDefault="00FD326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7074B" w14:textId="77777777" w:rsidR="00AE1E39" w:rsidRDefault="00AE1E39">
      <w:r>
        <w:separator/>
      </w:r>
    </w:p>
  </w:footnote>
  <w:footnote w:type="continuationSeparator" w:id="0">
    <w:p w14:paraId="6CC452E0" w14:textId="77777777" w:rsidR="00AE1E39" w:rsidRDefault="00AE1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AA00" w14:textId="77777777" w:rsidR="00FD3266" w:rsidRDefault="00FD3266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6113B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D2AC" w14:textId="77777777" w:rsidR="00FD3266" w:rsidRDefault="00FD326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F02E" w14:textId="77777777" w:rsidR="00FD3266" w:rsidRDefault="00FD326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829904726">
    <w:abstractNumId w:val="0"/>
  </w:num>
  <w:num w:numId="2" w16cid:durableId="9197538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070E8"/>
    <w:rsid w:val="000675A2"/>
    <w:rsid w:val="000B5DE2"/>
    <w:rsid w:val="000C7A7A"/>
    <w:rsid w:val="000D31BC"/>
    <w:rsid w:val="0015432F"/>
    <w:rsid w:val="00186242"/>
    <w:rsid w:val="00187A2D"/>
    <w:rsid w:val="00194010"/>
    <w:rsid w:val="001A75CC"/>
    <w:rsid w:val="001D139F"/>
    <w:rsid w:val="001D4B47"/>
    <w:rsid w:val="001E574A"/>
    <w:rsid w:val="00231DFB"/>
    <w:rsid w:val="00245781"/>
    <w:rsid w:val="00253852"/>
    <w:rsid w:val="002C1876"/>
    <w:rsid w:val="002E7164"/>
    <w:rsid w:val="00326150"/>
    <w:rsid w:val="003341E5"/>
    <w:rsid w:val="003511CD"/>
    <w:rsid w:val="0035333B"/>
    <w:rsid w:val="00356C40"/>
    <w:rsid w:val="00387D1D"/>
    <w:rsid w:val="003A08B0"/>
    <w:rsid w:val="003A5ACD"/>
    <w:rsid w:val="003B425C"/>
    <w:rsid w:val="003F6F72"/>
    <w:rsid w:val="004140A0"/>
    <w:rsid w:val="00436506"/>
    <w:rsid w:val="00443BC5"/>
    <w:rsid w:val="00464B47"/>
    <w:rsid w:val="00477BB1"/>
    <w:rsid w:val="00491E34"/>
    <w:rsid w:val="004F08C6"/>
    <w:rsid w:val="0058282E"/>
    <w:rsid w:val="00593917"/>
    <w:rsid w:val="00593A38"/>
    <w:rsid w:val="005A174F"/>
    <w:rsid w:val="006113B4"/>
    <w:rsid w:val="006228CF"/>
    <w:rsid w:val="00626C62"/>
    <w:rsid w:val="00671C7C"/>
    <w:rsid w:val="00671FF2"/>
    <w:rsid w:val="006D2B4E"/>
    <w:rsid w:val="006F1572"/>
    <w:rsid w:val="00704BBF"/>
    <w:rsid w:val="0072531A"/>
    <w:rsid w:val="0075211E"/>
    <w:rsid w:val="00754D8F"/>
    <w:rsid w:val="00762FC0"/>
    <w:rsid w:val="0079292B"/>
    <w:rsid w:val="007A08DD"/>
    <w:rsid w:val="007B7275"/>
    <w:rsid w:val="007C7C57"/>
    <w:rsid w:val="007D1F90"/>
    <w:rsid w:val="007E0D20"/>
    <w:rsid w:val="007F482F"/>
    <w:rsid w:val="00845FCB"/>
    <w:rsid w:val="00876974"/>
    <w:rsid w:val="008B1038"/>
    <w:rsid w:val="008B731A"/>
    <w:rsid w:val="008C0A3A"/>
    <w:rsid w:val="009007A0"/>
    <w:rsid w:val="009C194D"/>
    <w:rsid w:val="00A9445B"/>
    <w:rsid w:val="00AA6DA9"/>
    <w:rsid w:val="00AE1E39"/>
    <w:rsid w:val="00B06906"/>
    <w:rsid w:val="00B44A85"/>
    <w:rsid w:val="00B5171F"/>
    <w:rsid w:val="00B7608B"/>
    <w:rsid w:val="00C32B5E"/>
    <w:rsid w:val="00C406E9"/>
    <w:rsid w:val="00C424C4"/>
    <w:rsid w:val="00C52479"/>
    <w:rsid w:val="00C66170"/>
    <w:rsid w:val="00C67247"/>
    <w:rsid w:val="00CC5156"/>
    <w:rsid w:val="00CF1E47"/>
    <w:rsid w:val="00D34BF1"/>
    <w:rsid w:val="00D92EA5"/>
    <w:rsid w:val="00DE3346"/>
    <w:rsid w:val="00E144AD"/>
    <w:rsid w:val="00E43B71"/>
    <w:rsid w:val="00E57378"/>
    <w:rsid w:val="00E7760F"/>
    <w:rsid w:val="00E85637"/>
    <w:rsid w:val="00EC2CC6"/>
    <w:rsid w:val="00EC5BAE"/>
    <w:rsid w:val="00EF108D"/>
    <w:rsid w:val="00F04FCF"/>
    <w:rsid w:val="00F8674D"/>
    <w:rsid w:val="00F94062"/>
    <w:rsid w:val="00FD3266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609B83"/>
  <w15:docId w15:val="{65D30EE2-BB0F-442F-BC0D-9F01D0BD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1F7B2-B460-4703-968E-BB312ABB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</TotalTime>
  <Pages>1</Pages>
  <Words>74</Words>
  <Characters>705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778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2023-04-21T07:42:00Z</dcterms:created>
  <dcterms:modified xsi:type="dcterms:W3CDTF">2023-04-21T07:42:00Z</dcterms:modified>
</cp:coreProperties>
</file>